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3B393F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20FF38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8FDC953" w14:textId="78450100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B27FEA" w:rsidRPr="00B27FEA">
        <w:rPr>
          <w:rFonts w:ascii="Corbel" w:hAnsi="Corbel"/>
          <w:i/>
          <w:smallCaps/>
          <w:sz w:val="24"/>
          <w:szCs w:val="24"/>
        </w:rPr>
        <w:t>202</w:t>
      </w:r>
      <w:r w:rsidR="003E5CED">
        <w:rPr>
          <w:rFonts w:ascii="Corbel" w:hAnsi="Corbel"/>
          <w:i/>
          <w:smallCaps/>
          <w:sz w:val="24"/>
          <w:szCs w:val="24"/>
        </w:rPr>
        <w:t>3</w:t>
      </w:r>
      <w:r w:rsidR="00B27FEA" w:rsidRPr="00B27FEA">
        <w:rPr>
          <w:rFonts w:ascii="Corbel" w:hAnsi="Corbel"/>
          <w:i/>
          <w:smallCaps/>
          <w:sz w:val="24"/>
          <w:szCs w:val="24"/>
        </w:rPr>
        <w:t>-202</w:t>
      </w:r>
      <w:r w:rsidR="003E5CED">
        <w:rPr>
          <w:rFonts w:ascii="Corbel" w:hAnsi="Corbel"/>
          <w:i/>
          <w:smallCaps/>
          <w:sz w:val="24"/>
          <w:szCs w:val="24"/>
        </w:rPr>
        <w:t>5</w:t>
      </w:r>
    </w:p>
    <w:p w14:paraId="2B213BBD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B27FEA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4FD792F" w14:textId="086E7216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B27FEA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>Rok akademicki</w:t>
      </w:r>
      <w:r w:rsidR="00B27FEA">
        <w:rPr>
          <w:rFonts w:ascii="Corbel" w:hAnsi="Corbel"/>
          <w:sz w:val="20"/>
          <w:szCs w:val="20"/>
        </w:rPr>
        <w:t xml:space="preserve"> </w:t>
      </w:r>
      <w:r w:rsidR="00B27FEA" w:rsidRPr="00B27FEA">
        <w:rPr>
          <w:rFonts w:ascii="Corbel" w:hAnsi="Corbel"/>
          <w:sz w:val="20"/>
          <w:szCs w:val="20"/>
        </w:rPr>
        <w:t>202</w:t>
      </w:r>
      <w:r w:rsidR="003E5CED">
        <w:rPr>
          <w:rFonts w:ascii="Corbel" w:hAnsi="Corbel"/>
          <w:sz w:val="20"/>
          <w:szCs w:val="20"/>
        </w:rPr>
        <w:t>4</w:t>
      </w:r>
      <w:r w:rsidR="00B27FEA" w:rsidRPr="00B27FEA">
        <w:rPr>
          <w:rFonts w:ascii="Corbel" w:hAnsi="Corbel"/>
          <w:sz w:val="20"/>
          <w:szCs w:val="20"/>
        </w:rPr>
        <w:t>/202</w:t>
      </w:r>
      <w:r w:rsidR="003E5CED">
        <w:rPr>
          <w:rFonts w:ascii="Corbel" w:hAnsi="Corbel"/>
          <w:sz w:val="20"/>
          <w:szCs w:val="20"/>
        </w:rPr>
        <w:t>5</w:t>
      </w:r>
    </w:p>
    <w:p w14:paraId="7B1ECA6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47B27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2A9A13F" w14:textId="77777777" w:rsidTr="00B819C8">
        <w:tc>
          <w:tcPr>
            <w:tcW w:w="2694" w:type="dxa"/>
            <w:vAlign w:val="center"/>
          </w:tcPr>
          <w:p w14:paraId="4495C84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1325312" w14:textId="77777777" w:rsidR="0085747A" w:rsidRPr="00FF2131" w:rsidRDefault="006E4B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FF2131">
              <w:rPr>
                <w:rFonts w:ascii="Corbel" w:hAnsi="Corbel"/>
                <w:bCs/>
                <w:sz w:val="24"/>
                <w:szCs w:val="24"/>
              </w:rPr>
              <w:t>Ewaluacja projektu socjalnego</w:t>
            </w:r>
          </w:p>
        </w:tc>
      </w:tr>
      <w:tr w:rsidR="0085747A" w:rsidRPr="009C54AE" w14:paraId="7E70B36C" w14:textId="77777777" w:rsidTr="00B819C8">
        <w:tc>
          <w:tcPr>
            <w:tcW w:w="2694" w:type="dxa"/>
            <w:vAlign w:val="center"/>
          </w:tcPr>
          <w:p w14:paraId="009BC13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24FE77E" w14:textId="556D2C9F" w:rsidR="0085747A" w:rsidRPr="009C54AE" w:rsidRDefault="006E4B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P2S[</w:t>
            </w:r>
            <w:r w:rsidR="00B87BCB">
              <w:rPr>
                <w:rFonts w:ascii="Corbel" w:hAnsi="Corbel"/>
                <w:b w:val="0"/>
                <w:sz w:val="24"/>
                <w:szCs w:val="24"/>
              </w:rPr>
              <w:t>4</w:t>
            </w:r>
            <w:r>
              <w:rPr>
                <w:rFonts w:ascii="Corbel" w:hAnsi="Corbel"/>
                <w:b w:val="0"/>
                <w:sz w:val="24"/>
                <w:szCs w:val="24"/>
              </w:rPr>
              <w:t>]F_09</w:t>
            </w:r>
          </w:p>
        </w:tc>
      </w:tr>
      <w:tr w:rsidR="0085747A" w:rsidRPr="009C54AE" w14:paraId="0A4A4A60" w14:textId="77777777" w:rsidTr="00B819C8">
        <w:tc>
          <w:tcPr>
            <w:tcW w:w="2694" w:type="dxa"/>
            <w:vAlign w:val="center"/>
          </w:tcPr>
          <w:p w14:paraId="44A03C22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22FAE9B" w14:textId="77777777" w:rsidR="0085747A" w:rsidRPr="009C54AE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2C54EF4" w14:textId="77777777" w:rsidTr="00B819C8">
        <w:tc>
          <w:tcPr>
            <w:tcW w:w="2694" w:type="dxa"/>
            <w:vAlign w:val="center"/>
          </w:tcPr>
          <w:p w14:paraId="5F14051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E141062" w14:textId="60405943" w:rsidR="0085747A" w:rsidRPr="009C54AE" w:rsidRDefault="00FF2131" w:rsidP="00FF21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F2131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85747A" w:rsidRPr="009C54AE" w14:paraId="484F7D6C" w14:textId="77777777" w:rsidTr="00B819C8">
        <w:tc>
          <w:tcPr>
            <w:tcW w:w="2694" w:type="dxa"/>
            <w:vAlign w:val="center"/>
          </w:tcPr>
          <w:p w14:paraId="6672A7D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79D4AE8" w14:textId="6F6514C8" w:rsidR="0085747A" w:rsidRPr="009C54AE" w:rsidRDefault="00D049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DC2B0D">
              <w:rPr>
                <w:rFonts w:ascii="Corbel" w:hAnsi="Corbel"/>
                <w:b w:val="0"/>
                <w:sz w:val="24"/>
                <w:szCs w:val="24"/>
              </w:rPr>
              <w:t>raca socjalna</w:t>
            </w:r>
          </w:p>
        </w:tc>
      </w:tr>
      <w:tr w:rsidR="0085747A" w:rsidRPr="009C54AE" w14:paraId="72A4ACE7" w14:textId="77777777" w:rsidTr="00B819C8">
        <w:tc>
          <w:tcPr>
            <w:tcW w:w="2694" w:type="dxa"/>
            <w:vAlign w:val="center"/>
          </w:tcPr>
          <w:p w14:paraId="2C8B7B97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E112425" w14:textId="77777777" w:rsidR="0085747A" w:rsidRPr="009C54AE" w:rsidRDefault="00071C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6E4BD8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FE39B2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C54AE" w14:paraId="48E29595" w14:textId="77777777" w:rsidTr="00B819C8">
        <w:tc>
          <w:tcPr>
            <w:tcW w:w="2694" w:type="dxa"/>
            <w:vAlign w:val="center"/>
          </w:tcPr>
          <w:p w14:paraId="328A17B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6BCED25" w14:textId="77777777" w:rsidR="0085747A" w:rsidRPr="009C54AE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08DC35DA" w14:textId="77777777" w:rsidTr="00B819C8">
        <w:tc>
          <w:tcPr>
            <w:tcW w:w="2694" w:type="dxa"/>
            <w:vAlign w:val="center"/>
          </w:tcPr>
          <w:p w14:paraId="379159C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E2D3F24" w14:textId="77777777" w:rsidR="0085747A" w:rsidRPr="009C54AE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62F5D320" w14:textId="77777777" w:rsidTr="00B819C8">
        <w:tc>
          <w:tcPr>
            <w:tcW w:w="2694" w:type="dxa"/>
            <w:vAlign w:val="center"/>
          </w:tcPr>
          <w:p w14:paraId="030AA3A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A34B44D" w14:textId="77777777" w:rsidR="0085747A" w:rsidRPr="009C54AE" w:rsidRDefault="008A4DBB" w:rsidP="00071C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614C77">
              <w:rPr>
                <w:rFonts w:ascii="Corbel" w:hAnsi="Corbel"/>
                <w:b w:val="0"/>
                <w:sz w:val="24"/>
                <w:szCs w:val="24"/>
              </w:rPr>
              <w:t xml:space="preserve">ok </w:t>
            </w:r>
            <w:r w:rsidR="006E4BD8">
              <w:rPr>
                <w:rFonts w:ascii="Corbel" w:hAnsi="Corbel"/>
                <w:b w:val="0"/>
                <w:sz w:val="24"/>
                <w:szCs w:val="24"/>
              </w:rPr>
              <w:t>2, semestr II</w:t>
            </w:r>
            <w:r w:rsidR="00071CEC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69F8EDB6" w14:textId="77777777" w:rsidTr="00B819C8">
        <w:tc>
          <w:tcPr>
            <w:tcW w:w="2694" w:type="dxa"/>
            <w:vAlign w:val="center"/>
          </w:tcPr>
          <w:p w14:paraId="0BB16BB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07DECFA" w14:textId="77777777" w:rsidR="0085747A" w:rsidRPr="009C54AE" w:rsidRDefault="00071C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14:paraId="031C1F2A" w14:textId="77777777" w:rsidTr="00B819C8">
        <w:tc>
          <w:tcPr>
            <w:tcW w:w="2694" w:type="dxa"/>
            <w:vAlign w:val="center"/>
          </w:tcPr>
          <w:p w14:paraId="0DC4567B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0366DB9" w14:textId="3C05983D" w:rsidR="00923D7D" w:rsidRPr="009C54AE" w:rsidRDefault="00D049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</w:t>
            </w:r>
            <w:r w:rsidR="00FE39B2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85747A" w:rsidRPr="009C54AE" w14:paraId="0EC1ABF7" w14:textId="77777777" w:rsidTr="00B819C8">
        <w:tc>
          <w:tcPr>
            <w:tcW w:w="2694" w:type="dxa"/>
            <w:vAlign w:val="center"/>
          </w:tcPr>
          <w:p w14:paraId="68E4304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51CD91B" w14:textId="77777777" w:rsidR="0085747A" w:rsidRPr="009C54AE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Piróg</w:t>
            </w:r>
          </w:p>
        </w:tc>
      </w:tr>
      <w:tr w:rsidR="0085747A" w:rsidRPr="009C54AE" w14:paraId="122C291A" w14:textId="77777777" w:rsidTr="00B819C8">
        <w:tc>
          <w:tcPr>
            <w:tcW w:w="2694" w:type="dxa"/>
            <w:vAlign w:val="center"/>
          </w:tcPr>
          <w:p w14:paraId="36EEDD5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4AD94A5" w14:textId="77777777" w:rsidR="0085747A" w:rsidRPr="009C54AE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Piróg</w:t>
            </w:r>
          </w:p>
        </w:tc>
      </w:tr>
    </w:tbl>
    <w:p w14:paraId="433195E6" w14:textId="77777777" w:rsidR="00923D7D" w:rsidRPr="009C54AE" w:rsidRDefault="0085747A" w:rsidP="000C660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0506F05" w14:textId="77777777" w:rsidR="00923D7D" w:rsidRDefault="0085747A" w:rsidP="000C660C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8C00430" w14:textId="77777777" w:rsidR="00B27FEA" w:rsidRPr="009C54AE" w:rsidRDefault="00B27FEA" w:rsidP="000C660C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741122B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D521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1F34674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27A8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445B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3942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7CD7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1857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A64D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BB64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C3BF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4ACA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8A4F201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CC2D5" w14:textId="77777777" w:rsidR="00015B8F" w:rsidRPr="009C54AE" w:rsidRDefault="00FE39B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  <w:r w:rsidR="008A4DBB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B455C" w14:textId="3DAE303B" w:rsidR="00015B8F" w:rsidRPr="009C54AE" w:rsidRDefault="00D0493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0CE69" w14:textId="5E7D19A1" w:rsidR="00015B8F" w:rsidRPr="009C54AE" w:rsidRDefault="00D0493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B72E1" w14:textId="77777777" w:rsidR="00015B8F" w:rsidRPr="009C54AE" w:rsidRDefault="00071CE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2E852" w14:textId="004D194C" w:rsidR="00015B8F" w:rsidRPr="009C54AE" w:rsidRDefault="00D0493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76FAD" w14:textId="28D029FD" w:rsidR="00015B8F" w:rsidRPr="009C54AE" w:rsidRDefault="00D0493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40A2D" w14:textId="54E79D49" w:rsidR="00015B8F" w:rsidRPr="009C54AE" w:rsidRDefault="00D0493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74161" w14:textId="5489E198" w:rsidR="00015B8F" w:rsidRPr="009C54AE" w:rsidRDefault="00D0493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408B2" w14:textId="48A06986" w:rsidR="00015B8F" w:rsidRPr="009C54AE" w:rsidRDefault="00D0493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E6211" w14:textId="77777777" w:rsidR="00015B8F" w:rsidRPr="009C54AE" w:rsidRDefault="00071CE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AE4E34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9F12A76" w14:textId="77777777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3F6C5E8" w14:textId="77777777" w:rsidR="00B27FEA" w:rsidRPr="009C54AE" w:rsidRDefault="00B27FE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5D135BB3" w14:textId="77777777" w:rsidR="0085747A" w:rsidRPr="009C54AE" w:rsidRDefault="00B27FE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szCs w:val="24"/>
        </w:rPr>
        <w:t xml:space="preserve"> </w:t>
      </w:r>
      <w:r w:rsidR="00E66A6F" w:rsidRPr="00E66A6F">
        <w:rPr>
          <w:rFonts w:ascii="MS Gothic" w:eastAsia="MS Gothic" w:hAnsi="MS Gothic" w:cs="MS Gothic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AB1DD22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7D4BE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5D59BA1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EC070F7" w14:textId="77777777" w:rsidR="00B27FEA" w:rsidRDefault="00B27FE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BA88C6" w14:textId="77777777" w:rsidR="009C54AE" w:rsidRDefault="00614C7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2A1DF3F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260581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7FAE0279" w14:textId="77777777" w:rsidR="00B27FEA" w:rsidRPr="009C54AE" w:rsidRDefault="00B27FEA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6B3833B" w14:textId="77777777" w:rsidTr="00745302">
        <w:tc>
          <w:tcPr>
            <w:tcW w:w="9670" w:type="dxa"/>
          </w:tcPr>
          <w:p w14:paraId="51A1C947" w14:textId="7E59738B" w:rsidR="0085747A" w:rsidRPr="009C54AE" w:rsidRDefault="008A4DBB" w:rsidP="00614C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</w:t>
            </w:r>
            <w:r w:rsidR="00D049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zagadnień 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D049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przedmiotu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metodyk</w:t>
            </w:r>
            <w:r w:rsidR="00D049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pracy socjalnej</w:t>
            </w:r>
            <w:r w:rsidR="00D049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geneza i rozwój.</w:t>
            </w:r>
          </w:p>
        </w:tc>
      </w:tr>
    </w:tbl>
    <w:p w14:paraId="6FBE517C" w14:textId="77777777" w:rsidR="006E4BD8" w:rsidRDefault="006E4BD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490731" w14:textId="77777777" w:rsidR="0085747A" w:rsidRPr="00C05F44" w:rsidRDefault="00B27FEA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3A5DA76" w14:textId="77777777" w:rsidR="00B27FEA" w:rsidRDefault="00B27FEA" w:rsidP="000C660C">
      <w:pPr>
        <w:pStyle w:val="Podpunkty"/>
        <w:rPr>
          <w:rFonts w:ascii="Corbel" w:hAnsi="Corbel"/>
          <w:sz w:val="24"/>
          <w:szCs w:val="24"/>
        </w:rPr>
      </w:pPr>
    </w:p>
    <w:p w14:paraId="1CBABDDB" w14:textId="77777777" w:rsidR="00F83B28" w:rsidRDefault="0071620A" w:rsidP="000C660C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3123DFF" w14:textId="77777777" w:rsidR="00B27FEA" w:rsidRPr="000C660C" w:rsidRDefault="00B27FEA" w:rsidP="000C660C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6E4BD8" w:rsidRPr="009C54AE" w14:paraId="7568E4F6" w14:textId="77777777" w:rsidTr="008A4DB6">
        <w:tc>
          <w:tcPr>
            <w:tcW w:w="851" w:type="dxa"/>
            <w:vAlign w:val="center"/>
          </w:tcPr>
          <w:p w14:paraId="2DE12565" w14:textId="77777777" w:rsidR="006E4BD8" w:rsidRPr="009C54AE" w:rsidRDefault="006E4BD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316471A7" w14:textId="77777777" w:rsidR="006E4BD8" w:rsidRPr="006E4BD8" w:rsidRDefault="006E4BD8" w:rsidP="00D0493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6E4BD8">
              <w:rPr>
                <w:rFonts w:ascii="Corbel" w:hAnsi="Corbel"/>
                <w:sz w:val="24"/>
                <w:szCs w:val="24"/>
              </w:rPr>
              <w:t>Przekazanie studentom wiedzy z zakresu projektowania</w:t>
            </w:r>
            <w:r>
              <w:rPr>
                <w:rFonts w:ascii="Corbel" w:hAnsi="Corbel"/>
                <w:sz w:val="24"/>
                <w:szCs w:val="24"/>
              </w:rPr>
              <w:t xml:space="preserve"> oraz</w:t>
            </w:r>
            <w:r w:rsidRPr="006E4BD8">
              <w:rPr>
                <w:rFonts w:ascii="Corbel" w:hAnsi="Corbel"/>
                <w:sz w:val="24"/>
                <w:szCs w:val="24"/>
              </w:rPr>
              <w:t xml:space="preserve"> realizacji</w:t>
            </w:r>
            <w:r>
              <w:rPr>
                <w:rFonts w:ascii="Corbel" w:hAnsi="Corbel"/>
                <w:sz w:val="24"/>
                <w:szCs w:val="24"/>
              </w:rPr>
              <w:t xml:space="preserve"> procesu</w:t>
            </w:r>
            <w:r w:rsidRPr="006E4BD8">
              <w:rPr>
                <w:rFonts w:ascii="Corbel" w:hAnsi="Corbel"/>
                <w:sz w:val="24"/>
                <w:szCs w:val="24"/>
              </w:rPr>
              <w:t xml:space="preserve"> ewaluacji projektu socjalnego.</w:t>
            </w:r>
          </w:p>
        </w:tc>
      </w:tr>
      <w:tr w:rsidR="006E4BD8" w:rsidRPr="009C54AE" w14:paraId="7CF1B805" w14:textId="77777777" w:rsidTr="008A4DB6">
        <w:tc>
          <w:tcPr>
            <w:tcW w:w="851" w:type="dxa"/>
            <w:vAlign w:val="center"/>
          </w:tcPr>
          <w:p w14:paraId="5424B4A4" w14:textId="77777777" w:rsidR="006E4BD8" w:rsidRPr="009C54AE" w:rsidRDefault="006E4BD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1F32DA69" w14:textId="77777777" w:rsidR="006E4BD8" w:rsidRPr="006E4BD8" w:rsidRDefault="006E4BD8" w:rsidP="00D0493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6E4BD8">
              <w:rPr>
                <w:rFonts w:ascii="Corbel" w:hAnsi="Corbel"/>
                <w:sz w:val="24"/>
                <w:szCs w:val="24"/>
              </w:rPr>
              <w:t>Wykształcenie u studentów umiejętności z zakresu projektowania</w:t>
            </w:r>
            <w:r>
              <w:rPr>
                <w:rFonts w:ascii="Corbel" w:hAnsi="Corbel"/>
                <w:sz w:val="24"/>
                <w:szCs w:val="24"/>
              </w:rPr>
              <w:t xml:space="preserve"> oraz </w:t>
            </w:r>
            <w:r w:rsidR="008A4DBB">
              <w:rPr>
                <w:rFonts w:ascii="Corbel" w:hAnsi="Corbel"/>
                <w:sz w:val="24"/>
                <w:szCs w:val="24"/>
              </w:rPr>
              <w:t>realizacji</w:t>
            </w:r>
            <w:r w:rsidRPr="006E4BD8">
              <w:rPr>
                <w:rFonts w:ascii="Corbel" w:hAnsi="Corbel"/>
                <w:sz w:val="24"/>
                <w:szCs w:val="24"/>
              </w:rPr>
              <w:t xml:space="preserve"> procesu ewaluacji projektu socjalnego</w:t>
            </w:r>
          </w:p>
        </w:tc>
      </w:tr>
    </w:tbl>
    <w:p w14:paraId="602D9BC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0BD8319" w14:textId="77777777" w:rsidR="001D7B54" w:rsidRDefault="009F4610" w:rsidP="000C660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15B2835" w14:textId="77777777" w:rsidR="00B27FEA" w:rsidRPr="009C54AE" w:rsidRDefault="00B27FEA" w:rsidP="000C660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4DD7B1A" w14:textId="77777777" w:rsidTr="0071620A">
        <w:tc>
          <w:tcPr>
            <w:tcW w:w="1701" w:type="dxa"/>
            <w:vAlign w:val="center"/>
          </w:tcPr>
          <w:p w14:paraId="71222FB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78DCE6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635467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94B188F" w14:textId="77777777" w:rsidTr="005E6E85">
        <w:tc>
          <w:tcPr>
            <w:tcW w:w="1701" w:type="dxa"/>
          </w:tcPr>
          <w:p w14:paraId="1FC88AE9" w14:textId="77777777" w:rsidR="0085747A" w:rsidRPr="009C54AE" w:rsidRDefault="00895E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6B85C6C9" w14:textId="36DCF5FB" w:rsidR="00071CEC" w:rsidRPr="009C54AE" w:rsidRDefault="00D04938" w:rsidP="00D049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186F20" w:rsidRPr="00186F20">
              <w:rPr>
                <w:rFonts w:ascii="Corbel" w:hAnsi="Corbel"/>
                <w:b w:val="0"/>
                <w:smallCaps w:val="0"/>
                <w:szCs w:val="24"/>
              </w:rPr>
              <w:t xml:space="preserve">osiada pogłębioną  wiedzę </w:t>
            </w:r>
            <w:r w:rsidR="00186F20">
              <w:rPr>
                <w:rFonts w:ascii="Corbel" w:hAnsi="Corbel"/>
                <w:b w:val="0"/>
                <w:smallCaps w:val="0"/>
                <w:szCs w:val="24"/>
              </w:rPr>
              <w:t>dotyczącą</w:t>
            </w:r>
            <w:r w:rsidR="00186F20" w:rsidRPr="00186F20">
              <w:rPr>
                <w:rFonts w:ascii="Corbel" w:hAnsi="Corbel"/>
                <w:b w:val="0"/>
                <w:smallCaps w:val="0"/>
                <w:szCs w:val="24"/>
              </w:rPr>
              <w:t xml:space="preserve"> sposobów  pozyskiwania danych </w:t>
            </w:r>
            <w:r w:rsidR="00186F20">
              <w:rPr>
                <w:rFonts w:ascii="Corbel" w:hAnsi="Corbel"/>
                <w:b w:val="0"/>
                <w:smallCaps w:val="0"/>
                <w:szCs w:val="24"/>
              </w:rPr>
              <w:t>na potrzeby ewaluacji projektu socjalnego</w:t>
            </w:r>
          </w:p>
        </w:tc>
        <w:tc>
          <w:tcPr>
            <w:tcW w:w="1873" w:type="dxa"/>
          </w:tcPr>
          <w:p w14:paraId="06280B6D" w14:textId="77777777" w:rsidR="0085747A" w:rsidRPr="009C54AE" w:rsidRDefault="006E4BD8" w:rsidP="006E4B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4BD8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5747A" w:rsidRPr="009C54AE" w14:paraId="2CEEA064" w14:textId="77777777" w:rsidTr="005E6E85">
        <w:tc>
          <w:tcPr>
            <w:tcW w:w="1701" w:type="dxa"/>
          </w:tcPr>
          <w:p w14:paraId="60F9F61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063EABC" w14:textId="46C1AF55" w:rsidR="00071CEC" w:rsidRPr="009C54AE" w:rsidRDefault="00D04938" w:rsidP="00D049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m</w:t>
            </w:r>
            <w:r w:rsidR="00186F20" w:rsidRPr="00186F20">
              <w:rPr>
                <w:rFonts w:ascii="Corbel" w:hAnsi="Corbel"/>
                <w:b w:val="0"/>
                <w:smallCaps w:val="0"/>
                <w:szCs w:val="24"/>
              </w:rPr>
              <w:t xml:space="preserve">a pogłębioną wiedzę w zakresie stosowania  różnorodnych metod, technik i narzędzi badawczych </w:t>
            </w:r>
            <w:r w:rsidR="00186F20">
              <w:rPr>
                <w:rFonts w:ascii="Corbel" w:hAnsi="Corbel"/>
                <w:b w:val="0"/>
                <w:smallCaps w:val="0"/>
                <w:szCs w:val="24"/>
              </w:rPr>
              <w:t>na potrzeby ewaluacji projektu socjalnego</w:t>
            </w:r>
          </w:p>
        </w:tc>
        <w:tc>
          <w:tcPr>
            <w:tcW w:w="1873" w:type="dxa"/>
          </w:tcPr>
          <w:p w14:paraId="44312894" w14:textId="77777777" w:rsidR="0085747A" w:rsidRPr="009C54AE" w:rsidRDefault="006E4BD8" w:rsidP="006E4B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4BD8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071CEC" w:rsidRPr="009C54AE" w14:paraId="607B5BE5" w14:textId="77777777" w:rsidTr="005E6E85">
        <w:tc>
          <w:tcPr>
            <w:tcW w:w="1701" w:type="dxa"/>
          </w:tcPr>
          <w:p w14:paraId="598BE203" w14:textId="77777777" w:rsidR="00071CEC" w:rsidRPr="009C54AE" w:rsidRDefault="00071CEC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66A6414" w14:textId="02F1AF65" w:rsidR="00071CEC" w:rsidRPr="009C54AE" w:rsidRDefault="00D04938" w:rsidP="00D049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186F20" w:rsidRPr="00186F20">
              <w:rPr>
                <w:rFonts w:ascii="Corbel" w:hAnsi="Corbel"/>
                <w:b w:val="0"/>
                <w:smallCaps w:val="0"/>
                <w:szCs w:val="24"/>
              </w:rPr>
              <w:t xml:space="preserve">osiada umiejętność krytycznego analizowania  przyczyn i przebiegu </w:t>
            </w:r>
            <w:r w:rsidR="00186F20">
              <w:rPr>
                <w:rFonts w:ascii="Corbel" w:hAnsi="Corbel"/>
                <w:b w:val="0"/>
                <w:smallCaps w:val="0"/>
                <w:szCs w:val="24"/>
              </w:rPr>
              <w:t>procesów oraz zjawisk istotnych w kontekście realizacji projektu socjalnego</w:t>
            </w:r>
          </w:p>
        </w:tc>
        <w:tc>
          <w:tcPr>
            <w:tcW w:w="1873" w:type="dxa"/>
          </w:tcPr>
          <w:p w14:paraId="1A8E4F0D" w14:textId="77777777" w:rsidR="00071CEC" w:rsidRPr="009C54AE" w:rsidRDefault="006E4BD8" w:rsidP="006E4B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4BD8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071CEC" w:rsidRPr="009C54AE" w14:paraId="7C6CCF7C" w14:textId="77777777" w:rsidTr="005E6E85">
        <w:tc>
          <w:tcPr>
            <w:tcW w:w="1701" w:type="dxa"/>
          </w:tcPr>
          <w:p w14:paraId="7781468A" w14:textId="77777777" w:rsidR="00071CEC" w:rsidRPr="009C54AE" w:rsidRDefault="00071CEC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57C20FB" w14:textId="0F16C157" w:rsidR="00071CEC" w:rsidRPr="009C54AE" w:rsidRDefault="00D04938" w:rsidP="00D049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186F20" w:rsidRPr="00186F20">
              <w:rPr>
                <w:rFonts w:ascii="Corbel" w:hAnsi="Corbel"/>
                <w:b w:val="0"/>
                <w:smallCaps w:val="0"/>
                <w:szCs w:val="24"/>
              </w:rPr>
              <w:t xml:space="preserve">otrafi wykorzystywać wiedzę </w:t>
            </w:r>
            <w:r w:rsidR="00186F20">
              <w:rPr>
                <w:rFonts w:ascii="Corbel" w:hAnsi="Corbel"/>
                <w:b w:val="0"/>
                <w:smallCaps w:val="0"/>
                <w:szCs w:val="24"/>
              </w:rPr>
              <w:t>pochodzącą z ewaluacji w celu doskonalenia projektu socjalnego</w:t>
            </w:r>
          </w:p>
        </w:tc>
        <w:tc>
          <w:tcPr>
            <w:tcW w:w="1873" w:type="dxa"/>
          </w:tcPr>
          <w:p w14:paraId="760A18F8" w14:textId="77777777" w:rsidR="00071CEC" w:rsidRPr="009C54AE" w:rsidRDefault="006E4BD8" w:rsidP="006E4B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4BD8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071CEC" w:rsidRPr="009C54AE" w14:paraId="025BC2E4" w14:textId="77777777" w:rsidTr="005E6E85">
        <w:tc>
          <w:tcPr>
            <w:tcW w:w="1701" w:type="dxa"/>
          </w:tcPr>
          <w:p w14:paraId="7560CFBD" w14:textId="77777777" w:rsidR="00071CEC" w:rsidRPr="009C54AE" w:rsidRDefault="00071CEC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1E0E8411" w14:textId="518B90EE" w:rsidR="00071CEC" w:rsidRPr="009C54AE" w:rsidRDefault="00D04938" w:rsidP="00D049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j</w:t>
            </w:r>
            <w:r w:rsidR="00186F20" w:rsidRPr="00186F20">
              <w:rPr>
                <w:rFonts w:ascii="Corbel" w:hAnsi="Corbel"/>
                <w:b w:val="0"/>
                <w:smallCaps w:val="0"/>
                <w:szCs w:val="24"/>
              </w:rPr>
              <w:t xml:space="preserve">est przekonany o zawodowej i etycznej odpowiedzialności </w:t>
            </w:r>
            <w:r w:rsidR="00186F20">
              <w:rPr>
                <w:rFonts w:ascii="Corbel" w:hAnsi="Corbel"/>
                <w:b w:val="0"/>
                <w:smallCaps w:val="0"/>
                <w:szCs w:val="24"/>
              </w:rPr>
              <w:t>związanej z realizacją procesu ewaluacji projektu socjalnego oraz ma świadomość znaczenia odpowiedzialnego formułowania rekomendacji na podstawie przeprowadzonych badań</w:t>
            </w:r>
          </w:p>
        </w:tc>
        <w:tc>
          <w:tcPr>
            <w:tcW w:w="1873" w:type="dxa"/>
          </w:tcPr>
          <w:p w14:paraId="2DED4423" w14:textId="77777777" w:rsidR="00071CEC" w:rsidRPr="009C54AE" w:rsidRDefault="006E4BD8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4BD8"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</w:tbl>
    <w:p w14:paraId="155065F2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63A279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15CD739" w14:textId="77777777" w:rsidR="00B27FEA" w:rsidRPr="009C54AE" w:rsidRDefault="00B27FE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AF668BD" w14:textId="77777777" w:rsidR="00D04938" w:rsidRDefault="00D04938" w:rsidP="00D04938">
      <w:pPr>
        <w:pStyle w:val="Akapitzlist"/>
        <w:numPr>
          <w:ilvl w:val="0"/>
          <w:numId w:val="2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1A1D00F1" w14:textId="77777777" w:rsidR="00D04938" w:rsidRDefault="00D04938" w:rsidP="00D04938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04938" w14:paraId="243BAF3A" w14:textId="77777777" w:rsidTr="00D0493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9CEB4" w14:textId="77777777" w:rsidR="00D04938" w:rsidRDefault="00D0493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04938" w14:paraId="7F84FFBC" w14:textId="77777777" w:rsidTr="00D0493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D2EB0" w14:textId="2C53BB6C" w:rsidR="00D04938" w:rsidRDefault="00D0493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3A788FE1" w14:textId="77777777" w:rsidR="00D04938" w:rsidRDefault="00D04938" w:rsidP="00D04938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51B96253" w14:textId="31CDAD27" w:rsidR="0085747A" w:rsidRDefault="0085747A" w:rsidP="000C660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FFDE1F8" w14:textId="77777777" w:rsidR="00B27FEA" w:rsidRPr="000C660C" w:rsidRDefault="00B27FEA" w:rsidP="00B27FEA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493EA42" w14:textId="77777777" w:rsidTr="00923D7D">
        <w:tc>
          <w:tcPr>
            <w:tcW w:w="9639" w:type="dxa"/>
          </w:tcPr>
          <w:p w14:paraId="59D2BC70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0B180AE" w14:textId="77777777" w:rsidTr="00923D7D">
        <w:tc>
          <w:tcPr>
            <w:tcW w:w="9639" w:type="dxa"/>
          </w:tcPr>
          <w:p w14:paraId="311FEC1A" w14:textId="54C76542" w:rsidR="0063131C" w:rsidRPr="009E33AE" w:rsidRDefault="004E5439" w:rsidP="004E543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E5439">
              <w:rPr>
                <w:rFonts w:ascii="Corbel" w:hAnsi="Corbel"/>
                <w:sz w:val="24"/>
                <w:szCs w:val="24"/>
              </w:rPr>
              <w:t xml:space="preserve">Czym projekt socjalny? Struktura projektu socjalnego, tworzenie projektu socjalnego, diagnoza problemów, stawianie celów, przypisywanie działań prowadzących do osiągnięcia </w:t>
            </w:r>
            <w:r w:rsidRPr="004E5439">
              <w:rPr>
                <w:rFonts w:ascii="Corbel" w:hAnsi="Corbel"/>
                <w:sz w:val="24"/>
                <w:szCs w:val="24"/>
              </w:rPr>
              <w:lastRenderedPageBreak/>
              <w:t xml:space="preserve">postawionego celu, dobór wskaźników monitorowania i ewaluacji, struktura zarządzania projektem socjalnym, finansowanie projektu socjalnego </w:t>
            </w:r>
          </w:p>
        </w:tc>
      </w:tr>
      <w:tr w:rsidR="009E33AE" w:rsidRPr="009C54AE" w14:paraId="5B3366B9" w14:textId="77777777" w:rsidTr="00923D7D">
        <w:tc>
          <w:tcPr>
            <w:tcW w:w="9639" w:type="dxa"/>
          </w:tcPr>
          <w:p w14:paraId="24A267E2" w14:textId="77777777" w:rsidR="004E5439" w:rsidRPr="004E5439" w:rsidRDefault="004E5439" w:rsidP="004E5439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E5439">
              <w:rPr>
                <w:rFonts w:ascii="Corbel" w:hAnsi="Corbel"/>
                <w:sz w:val="24"/>
                <w:szCs w:val="24"/>
              </w:rPr>
              <w:lastRenderedPageBreak/>
              <w:t>Wprowadzenie do ewaluacji. Definicje ewaluacji, ewaluacja a audyt, a kontrola, a monitoring, a akredytacja. Rodzaje ewaluacji ze względu na czas jej realizacji, ewaluacja ex ante, ex post, on going, mid term – ich silne i słabe strony.</w:t>
            </w:r>
          </w:p>
          <w:p w14:paraId="05780652" w14:textId="77777777" w:rsidR="004E5439" w:rsidRPr="004E5439" w:rsidRDefault="004E5439" w:rsidP="004E5439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E5439">
              <w:rPr>
                <w:rFonts w:ascii="Corbel" w:hAnsi="Corbel"/>
                <w:sz w:val="24"/>
                <w:szCs w:val="24"/>
              </w:rPr>
              <w:t>Ewaluacja zewnętrzna, ewaluacja wewnętrzna, autoewaluacja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4E5439">
              <w:rPr>
                <w:rFonts w:ascii="Corbel" w:hAnsi="Corbel"/>
                <w:sz w:val="24"/>
                <w:szCs w:val="24"/>
              </w:rPr>
              <w:t xml:space="preserve"> ewaluacja </w:t>
            </w:r>
            <w:r>
              <w:rPr>
                <w:rFonts w:ascii="Corbel" w:hAnsi="Corbel"/>
                <w:sz w:val="24"/>
                <w:szCs w:val="24"/>
              </w:rPr>
              <w:t>hybrydowa</w:t>
            </w:r>
            <w:r w:rsidRPr="004E5439">
              <w:rPr>
                <w:rFonts w:ascii="Corbel" w:hAnsi="Corbel"/>
                <w:sz w:val="24"/>
                <w:szCs w:val="24"/>
              </w:rPr>
              <w:t xml:space="preserve"> – ich </w:t>
            </w:r>
            <w:r>
              <w:rPr>
                <w:rFonts w:ascii="Corbel" w:hAnsi="Corbel"/>
                <w:sz w:val="24"/>
                <w:szCs w:val="24"/>
              </w:rPr>
              <w:t>mocne i słabe strony</w:t>
            </w:r>
            <w:r w:rsidRPr="004E5439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8973A9F" w14:textId="77777777" w:rsidR="004E5439" w:rsidRPr="004E5439" w:rsidRDefault="004E5439" w:rsidP="004E5439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E5439">
              <w:rPr>
                <w:rFonts w:ascii="Corbel" w:hAnsi="Corbel"/>
                <w:sz w:val="24"/>
                <w:szCs w:val="24"/>
              </w:rPr>
              <w:t>Ewaluacje strategiczne a ewaluacje operacyjne</w:t>
            </w:r>
          </w:p>
          <w:p w14:paraId="0CB0E6DE" w14:textId="77777777" w:rsidR="004E5439" w:rsidRPr="004E5439" w:rsidRDefault="004E5439" w:rsidP="004E5439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E5439">
              <w:rPr>
                <w:rFonts w:ascii="Corbel" w:hAnsi="Corbel"/>
                <w:sz w:val="24"/>
                <w:szCs w:val="24"/>
              </w:rPr>
              <w:t>Miejsce i rola ewaluacji w procesie zarządzania projektem socjalnym.</w:t>
            </w:r>
          </w:p>
          <w:p w14:paraId="799584D9" w14:textId="77777777" w:rsidR="004E5439" w:rsidRDefault="004E5439" w:rsidP="004E5439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E5439">
              <w:rPr>
                <w:rFonts w:ascii="Corbel" w:hAnsi="Corbel"/>
                <w:sz w:val="24"/>
                <w:szCs w:val="24"/>
              </w:rPr>
              <w:t>Kryteria ewaluacji. Pytania ewaluacyjne</w:t>
            </w:r>
          </w:p>
          <w:p w14:paraId="0F7373F0" w14:textId="7F4E3A61" w:rsidR="009E33AE" w:rsidRPr="00D04938" w:rsidRDefault="004E5439" w:rsidP="00D04938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Standardy ewaluacji</w:t>
            </w:r>
          </w:p>
        </w:tc>
      </w:tr>
      <w:tr w:rsidR="009E33AE" w:rsidRPr="009C54AE" w14:paraId="27D0E951" w14:textId="77777777" w:rsidTr="00923D7D">
        <w:tc>
          <w:tcPr>
            <w:tcW w:w="9639" w:type="dxa"/>
          </w:tcPr>
          <w:p w14:paraId="5DF8AB4F" w14:textId="753C9520" w:rsidR="009E33AE" w:rsidRPr="009E33AE" w:rsidRDefault="004E5439" w:rsidP="009E33AE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i realizacja ewaluacji projektu socjalnego</w:t>
            </w:r>
          </w:p>
        </w:tc>
      </w:tr>
    </w:tbl>
    <w:p w14:paraId="1493865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94AC9C" w14:textId="77777777" w:rsidR="0085747A" w:rsidRPr="009C54AE" w:rsidRDefault="009F4610" w:rsidP="000C660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4AEDF0C" w14:textId="77777777" w:rsidR="00B27FEA" w:rsidRDefault="00B27FE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33AFAB4C" w14:textId="4B7A7273" w:rsidR="00384CA5" w:rsidRPr="00D04938" w:rsidRDefault="00D04938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i/>
          <w:iCs/>
          <w:smallCaps w:val="0"/>
          <w:szCs w:val="24"/>
        </w:rPr>
      </w:pPr>
      <w:r w:rsidRPr="00D04938">
        <w:rPr>
          <w:rFonts w:ascii="Corbel" w:hAnsi="Corbel"/>
          <w:b w:val="0"/>
          <w:i/>
          <w:iCs/>
          <w:smallCaps w:val="0"/>
          <w:szCs w:val="24"/>
        </w:rPr>
        <w:t>Konwersatorium: p</w:t>
      </w:r>
      <w:r w:rsidR="00384CA5" w:rsidRPr="00D04938">
        <w:rPr>
          <w:rFonts w:ascii="Corbel" w:hAnsi="Corbel"/>
          <w:b w:val="0"/>
          <w:i/>
          <w:iCs/>
          <w:smallCaps w:val="0"/>
          <w:szCs w:val="24"/>
        </w:rPr>
        <w:t>rojekt badawczy (praca w grupach)</w:t>
      </w:r>
      <w:r w:rsidR="009E33AE" w:rsidRPr="00D04938">
        <w:rPr>
          <w:rFonts w:ascii="Corbel" w:hAnsi="Corbel"/>
          <w:b w:val="0"/>
          <w:i/>
          <w:iCs/>
          <w:smallCaps w:val="0"/>
          <w:szCs w:val="24"/>
        </w:rPr>
        <w:t>, dyskusja.</w:t>
      </w:r>
    </w:p>
    <w:p w14:paraId="754B579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66BA1D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A2D275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14B648A" w14:textId="77777777" w:rsidR="0085747A" w:rsidRDefault="0085747A" w:rsidP="000C660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45CC87F" w14:textId="77777777" w:rsidR="00B27FEA" w:rsidRPr="000C660C" w:rsidRDefault="00B27FEA" w:rsidP="000C660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4234FB9B" w14:textId="77777777" w:rsidTr="00C05F44">
        <w:tc>
          <w:tcPr>
            <w:tcW w:w="1985" w:type="dxa"/>
            <w:vAlign w:val="center"/>
          </w:tcPr>
          <w:p w14:paraId="768452C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678CCE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8919AD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4ED37E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B86ECB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477F1" w:rsidRPr="009C54AE" w14:paraId="6148264A" w14:textId="77777777" w:rsidTr="00C05F44">
        <w:tc>
          <w:tcPr>
            <w:tcW w:w="1985" w:type="dxa"/>
          </w:tcPr>
          <w:p w14:paraId="05A54733" w14:textId="77777777" w:rsidR="001477F1" w:rsidRPr="009C54AE" w:rsidRDefault="001477F1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528" w:type="dxa"/>
          </w:tcPr>
          <w:p w14:paraId="30A9137F" w14:textId="77777777" w:rsidR="001477F1" w:rsidRPr="00D04938" w:rsidRDefault="001477F1" w:rsidP="00AA50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4938">
              <w:rPr>
                <w:rFonts w:ascii="Corbel" w:hAnsi="Corbel"/>
                <w:b w:val="0"/>
                <w:szCs w:val="24"/>
              </w:rPr>
              <w:t>Kolokwium, projekt badawczy</w:t>
            </w:r>
          </w:p>
        </w:tc>
        <w:tc>
          <w:tcPr>
            <w:tcW w:w="2126" w:type="dxa"/>
          </w:tcPr>
          <w:p w14:paraId="615DA9CE" w14:textId="5C1FFC86" w:rsidR="001477F1" w:rsidRPr="00D04938" w:rsidRDefault="008A4DBB" w:rsidP="00AA50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4938">
              <w:rPr>
                <w:rFonts w:ascii="Corbel" w:hAnsi="Corbel"/>
                <w:b w:val="0"/>
                <w:szCs w:val="24"/>
              </w:rPr>
              <w:t>Konw</w:t>
            </w:r>
            <w:r w:rsidR="00D04938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A4DBB" w:rsidRPr="009C54AE" w14:paraId="4E85E35F" w14:textId="77777777" w:rsidTr="00C05F44">
        <w:tc>
          <w:tcPr>
            <w:tcW w:w="1985" w:type="dxa"/>
          </w:tcPr>
          <w:p w14:paraId="27F1D8A6" w14:textId="77777777" w:rsidR="008A4DBB" w:rsidRPr="009C54AE" w:rsidRDefault="008A4DBB" w:rsidP="008A4D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04112423" w14:textId="77777777" w:rsidR="008A4DBB" w:rsidRPr="00D04938" w:rsidRDefault="008A4DBB" w:rsidP="008A4D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4938">
              <w:rPr>
                <w:rFonts w:ascii="Corbel" w:hAnsi="Corbel"/>
                <w:b w:val="0"/>
                <w:szCs w:val="24"/>
              </w:rPr>
              <w:t>Kolokwium, projekt badawczy</w:t>
            </w:r>
          </w:p>
        </w:tc>
        <w:tc>
          <w:tcPr>
            <w:tcW w:w="2126" w:type="dxa"/>
          </w:tcPr>
          <w:p w14:paraId="20A3FF4D" w14:textId="485E6AAC" w:rsidR="008A4DBB" w:rsidRPr="00D04938" w:rsidRDefault="00D04938" w:rsidP="008A4D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4938">
              <w:rPr>
                <w:rFonts w:ascii="Corbel" w:hAnsi="Corbel"/>
                <w:b w:val="0"/>
                <w:szCs w:val="24"/>
              </w:rPr>
              <w:t>Konw</w:t>
            </w:r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A4DBB" w:rsidRPr="009C54AE" w14:paraId="2B4FAC71" w14:textId="77777777" w:rsidTr="00C05F44">
        <w:tc>
          <w:tcPr>
            <w:tcW w:w="1985" w:type="dxa"/>
          </w:tcPr>
          <w:p w14:paraId="01708869" w14:textId="77777777" w:rsidR="008A4DBB" w:rsidRPr="009C54AE" w:rsidRDefault="008A4DBB" w:rsidP="008A4D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552DCFE7" w14:textId="77777777" w:rsidR="008A4DBB" w:rsidRPr="00D04938" w:rsidRDefault="008A4DBB" w:rsidP="008A4D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4938">
              <w:rPr>
                <w:rFonts w:ascii="Corbel" w:hAnsi="Corbel"/>
                <w:b w:val="0"/>
                <w:szCs w:val="24"/>
              </w:rPr>
              <w:t>Kolokwium, projekt badawczy</w:t>
            </w:r>
          </w:p>
        </w:tc>
        <w:tc>
          <w:tcPr>
            <w:tcW w:w="2126" w:type="dxa"/>
          </w:tcPr>
          <w:p w14:paraId="598DADC1" w14:textId="692F2F5C" w:rsidR="008A4DBB" w:rsidRPr="00D04938" w:rsidRDefault="00D04938" w:rsidP="008A4D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4938">
              <w:rPr>
                <w:rFonts w:ascii="Corbel" w:hAnsi="Corbel"/>
                <w:b w:val="0"/>
                <w:szCs w:val="24"/>
              </w:rPr>
              <w:t>Konw</w:t>
            </w:r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A4DBB" w:rsidRPr="009C54AE" w14:paraId="66E0AE51" w14:textId="77777777" w:rsidTr="00C05F44">
        <w:tc>
          <w:tcPr>
            <w:tcW w:w="1985" w:type="dxa"/>
          </w:tcPr>
          <w:p w14:paraId="2A973109" w14:textId="77777777" w:rsidR="008A4DBB" w:rsidRPr="009C54AE" w:rsidRDefault="008A4DBB" w:rsidP="008A4D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0540F2C6" w14:textId="77777777" w:rsidR="008A4DBB" w:rsidRPr="00D04938" w:rsidRDefault="008A4DBB" w:rsidP="008A4D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4938">
              <w:rPr>
                <w:rFonts w:ascii="Corbel" w:hAnsi="Corbel"/>
                <w:b w:val="0"/>
                <w:szCs w:val="24"/>
              </w:rPr>
              <w:t>Kolokwium, projekt badawczy</w:t>
            </w:r>
          </w:p>
        </w:tc>
        <w:tc>
          <w:tcPr>
            <w:tcW w:w="2126" w:type="dxa"/>
          </w:tcPr>
          <w:p w14:paraId="27AE5ADE" w14:textId="5238DC53" w:rsidR="008A4DBB" w:rsidRPr="00D04938" w:rsidRDefault="00D04938" w:rsidP="008A4D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4938">
              <w:rPr>
                <w:rFonts w:ascii="Corbel" w:hAnsi="Corbel"/>
                <w:b w:val="0"/>
                <w:szCs w:val="24"/>
              </w:rPr>
              <w:t>Konw</w:t>
            </w:r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A4DBB" w:rsidRPr="009C54AE" w14:paraId="49612F7C" w14:textId="77777777" w:rsidTr="00C05F44">
        <w:tc>
          <w:tcPr>
            <w:tcW w:w="1985" w:type="dxa"/>
          </w:tcPr>
          <w:p w14:paraId="548C580E" w14:textId="77777777" w:rsidR="008A4DBB" w:rsidRPr="009C54AE" w:rsidRDefault="008A4DBB" w:rsidP="008A4D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271AE9E1" w14:textId="77777777" w:rsidR="008A4DBB" w:rsidRPr="00D04938" w:rsidRDefault="008A4DBB" w:rsidP="008A4D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4938">
              <w:rPr>
                <w:rFonts w:ascii="Corbel" w:hAnsi="Corbel"/>
                <w:b w:val="0"/>
                <w:szCs w:val="24"/>
              </w:rPr>
              <w:t>Kolokwium, projekt badawczy</w:t>
            </w:r>
          </w:p>
        </w:tc>
        <w:tc>
          <w:tcPr>
            <w:tcW w:w="2126" w:type="dxa"/>
          </w:tcPr>
          <w:p w14:paraId="4E8B1994" w14:textId="6876B294" w:rsidR="008A4DBB" w:rsidRPr="00D04938" w:rsidRDefault="00D04938" w:rsidP="008A4D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4938">
              <w:rPr>
                <w:rFonts w:ascii="Corbel" w:hAnsi="Corbel"/>
                <w:b w:val="0"/>
                <w:szCs w:val="24"/>
              </w:rPr>
              <w:t>Konw</w:t>
            </w:r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14:paraId="3067976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27AE06" w14:textId="77777777" w:rsidR="00923D7D" w:rsidRDefault="003E1941" w:rsidP="000C660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A4BD5BA" w14:textId="77777777" w:rsidR="00B27FEA" w:rsidRPr="009C54AE" w:rsidRDefault="00B27FEA" w:rsidP="000C660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E4920ED" w14:textId="77777777" w:rsidTr="00923D7D">
        <w:tc>
          <w:tcPr>
            <w:tcW w:w="9670" w:type="dxa"/>
          </w:tcPr>
          <w:p w14:paraId="0A53073B" w14:textId="77777777" w:rsidR="0085747A" w:rsidRPr="009C54AE" w:rsidRDefault="00384CA5" w:rsidP="00D049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 –</w:t>
            </w:r>
            <w:r w:rsidR="001477F1">
              <w:rPr>
                <w:rFonts w:ascii="Corbel" w:hAnsi="Corbel"/>
                <w:b w:val="0"/>
                <w:smallCaps w:val="0"/>
                <w:szCs w:val="24"/>
              </w:rPr>
              <w:t xml:space="preserve"> (1</w:t>
            </w:r>
            <w:r w:rsidR="00DE4384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1477F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ocena wkładu w pr</w:t>
            </w:r>
            <w:r w:rsidR="00DE4384">
              <w:rPr>
                <w:rFonts w:ascii="Corbel" w:hAnsi="Corbel"/>
                <w:b w:val="0"/>
                <w:smallCaps w:val="0"/>
                <w:szCs w:val="24"/>
              </w:rPr>
              <w:t xml:space="preserve">zygotowanie </w:t>
            </w:r>
            <w:r w:rsidR="004E5439">
              <w:rPr>
                <w:rFonts w:ascii="Corbel" w:hAnsi="Corbel"/>
                <w:b w:val="0"/>
                <w:smallCaps w:val="0"/>
                <w:szCs w:val="24"/>
              </w:rPr>
              <w:t>projektu badania ewaluacyjnego</w:t>
            </w:r>
            <w:r w:rsidR="001477F1">
              <w:rPr>
                <w:rFonts w:ascii="Corbel" w:hAnsi="Corbel"/>
                <w:b w:val="0"/>
                <w:smallCaps w:val="0"/>
                <w:szCs w:val="24"/>
              </w:rPr>
              <w:t>;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E5439">
              <w:rPr>
                <w:rFonts w:ascii="Corbel" w:hAnsi="Corbel"/>
                <w:b w:val="0"/>
                <w:smallCaps w:val="0"/>
                <w:szCs w:val="24"/>
              </w:rPr>
              <w:t>(2</w:t>
            </w:r>
            <w:r w:rsidR="00DE4384">
              <w:rPr>
                <w:rFonts w:ascii="Corbel" w:hAnsi="Corbel"/>
                <w:b w:val="0"/>
                <w:smallCaps w:val="0"/>
                <w:szCs w:val="24"/>
              </w:rPr>
              <w:t xml:space="preserve">)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ocena z aktywności podczas zajęć</w:t>
            </w:r>
            <w:r w:rsidR="004E5439">
              <w:rPr>
                <w:rFonts w:ascii="Corbel" w:hAnsi="Corbel"/>
                <w:b w:val="0"/>
                <w:smallCaps w:val="0"/>
                <w:szCs w:val="24"/>
              </w:rPr>
              <w:t>; (3</w:t>
            </w:r>
            <w:r w:rsidR="00DE4384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3C6DBB">
              <w:rPr>
                <w:rFonts w:ascii="Corbel" w:hAnsi="Corbel"/>
                <w:b w:val="0"/>
                <w:smallCaps w:val="0"/>
                <w:szCs w:val="24"/>
              </w:rPr>
              <w:t xml:space="preserve"> ocena z kolokwium ustnego weryfikującego wiedzę z zakresu projektowania i realizacji badań </w:t>
            </w:r>
            <w:r w:rsidR="00DE4384">
              <w:rPr>
                <w:rFonts w:ascii="Corbel" w:hAnsi="Corbel"/>
                <w:b w:val="0"/>
                <w:smallCaps w:val="0"/>
                <w:szCs w:val="24"/>
              </w:rPr>
              <w:t>ewaluacyjnych</w:t>
            </w:r>
            <w:r w:rsidR="003C6DBB">
              <w:rPr>
                <w:rFonts w:ascii="Corbel" w:hAnsi="Corbel"/>
                <w:b w:val="0"/>
                <w:smallCaps w:val="0"/>
                <w:szCs w:val="24"/>
              </w:rPr>
              <w:t xml:space="preserve"> – kolokwium składające się z trzech pytań otwartych o charakterze problemowym z możliwością dopytywania, odpowiedź na każde z pytań dokonywana oddzielnie z zastosowaniem skali: 2,0; 3,0; 3,5; 4,0; 4,5; 5,0. Warunkiem zaliczenia kolokwium jest uzyskanie średniej z odpowiedzi z trzech pytań wynoszącej co najmniej 3,0. Warunkiem uzyskania zaliczenia z ćwiczeń jest uzyskanie pozytywnej oceny z kolokwium oraz uzyskanie pozytywnej oceny wkładu w przygotowanie projektu </w:t>
            </w:r>
            <w:r w:rsidR="001477F1">
              <w:rPr>
                <w:rFonts w:ascii="Corbel" w:hAnsi="Corbel"/>
                <w:b w:val="0"/>
                <w:smallCaps w:val="0"/>
                <w:szCs w:val="24"/>
              </w:rPr>
              <w:t>badania ewaluacyjnego</w:t>
            </w:r>
            <w:r w:rsidR="003C6DBB">
              <w:rPr>
                <w:rFonts w:ascii="Corbel" w:hAnsi="Corbel"/>
                <w:b w:val="0"/>
                <w:smallCaps w:val="0"/>
                <w:szCs w:val="24"/>
              </w:rPr>
              <w:t>. Waga oceny z</w:t>
            </w:r>
            <w:r w:rsidR="00DE438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C6DBB">
              <w:rPr>
                <w:rFonts w:ascii="Corbel" w:hAnsi="Corbel"/>
                <w:b w:val="0"/>
                <w:smallCaps w:val="0"/>
                <w:szCs w:val="24"/>
              </w:rPr>
              <w:t>kolokwium oraz oceny wkładu w przygotow</w:t>
            </w:r>
            <w:r w:rsidR="00DE4384">
              <w:rPr>
                <w:rFonts w:ascii="Corbel" w:hAnsi="Corbel"/>
                <w:b w:val="0"/>
                <w:smallCaps w:val="0"/>
                <w:szCs w:val="24"/>
              </w:rPr>
              <w:t>anie projektu</w:t>
            </w:r>
            <w:r w:rsidR="001477F1">
              <w:rPr>
                <w:rFonts w:ascii="Corbel" w:hAnsi="Corbel"/>
                <w:b w:val="0"/>
                <w:smallCaps w:val="0"/>
                <w:szCs w:val="24"/>
              </w:rPr>
              <w:t xml:space="preserve"> badania ewaluacyjnego </w:t>
            </w:r>
            <w:r w:rsidR="00DE4384">
              <w:rPr>
                <w:rFonts w:ascii="Corbel" w:hAnsi="Corbel"/>
                <w:b w:val="0"/>
                <w:smallCaps w:val="0"/>
                <w:szCs w:val="24"/>
              </w:rPr>
              <w:t xml:space="preserve"> – po </w:t>
            </w:r>
            <w:r w:rsidR="004E5439">
              <w:rPr>
                <w:rFonts w:ascii="Corbel" w:hAnsi="Corbel"/>
                <w:b w:val="0"/>
                <w:smallCaps w:val="0"/>
                <w:szCs w:val="24"/>
              </w:rPr>
              <w:t>50</w:t>
            </w:r>
            <w:r w:rsidR="003C6DBB">
              <w:rPr>
                <w:rFonts w:ascii="Corbel" w:hAnsi="Corbel"/>
                <w:b w:val="0"/>
                <w:smallCaps w:val="0"/>
                <w:szCs w:val="24"/>
              </w:rPr>
              <w:t xml:space="preserve">%. Osoby wykazujące aktywność podczas zajęć otrzymują premię o 0,5 stopnia. </w:t>
            </w:r>
          </w:p>
        </w:tc>
      </w:tr>
    </w:tbl>
    <w:p w14:paraId="4680EA4E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A993BE" w14:textId="77777777" w:rsidR="004E5439" w:rsidRPr="009C54AE" w:rsidRDefault="004E543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95BEF5" w14:textId="77777777" w:rsidR="0085747A" w:rsidRDefault="00B27FEA" w:rsidP="000C660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85747A"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9CB9C2A" w14:textId="77777777" w:rsidR="00B27FEA" w:rsidRPr="000C660C" w:rsidRDefault="00B27FEA" w:rsidP="000C660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3322C39" w14:textId="77777777" w:rsidTr="003E1941">
        <w:tc>
          <w:tcPr>
            <w:tcW w:w="4962" w:type="dxa"/>
            <w:vAlign w:val="center"/>
          </w:tcPr>
          <w:p w14:paraId="0332C4F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DBAD2B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AAE8ABE" w14:textId="77777777" w:rsidTr="00923D7D">
        <w:tc>
          <w:tcPr>
            <w:tcW w:w="4962" w:type="dxa"/>
          </w:tcPr>
          <w:p w14:paraId="06D72F3F" w14:textId="101B5FCE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83C41A2" w14:textId="77777777" w:rsidR="0085747A" w:rsidRPr="009C54AE" w:rsidRDefault="00DE43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3C6DBB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32B35049" w14:textId="77777777" w:rsidTr="00923D7D">
        <w:tc>
          <w:tcPr>
            <w:tcW w:w="4962" w:type="dxa"/>
          </w:tcPr>
          <w:p w14:paraId="650D58E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C18E43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F72E2C" w14:textId="77777777" w:rsidR="00C61DC5" w:rsidRPr="009C54AE" w:rsidRDefault="00FE125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410526C" w14:textId="77777777" w:rsidTr="00923D7D">
        <w:tc>
          <w:tcPr>
            <w:tcW w:w="4962" w:type="dxa"/>
          </w:tcPr>
          <w:p w14:paraId="241BD591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ADCD55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4F2721B" w14:textId="77777777" w:rsidR="00C61DC5" w:rsidRPr="009C54AE" w:rsidRDefault="001477F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50921158" w14:textId="77777777" w:rsidTr="00923D7D">
        <w:tc>
          <w:tcPr>
            <w:tcW w:w="4962" w:type="dxa"/>
          </w:tcPr>
          <w:p w14:paraId="4136C03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C77F229" w14:textId="77777777" w:rsidR="0085747A" w:rsidRPr="009C54AE" w:rsidRDefault="001477F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FE1256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73A5DF0F" w14:textId="77777777" w:rsidTr="00923D7D">
        <w:tc>
          <w:tcPr>
            <w:tcW w:w="4962" w:type="dxa"/>
          </w:tcPr>
          <w:p w14:paraId="0EB03FF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A922519" w14:textId="77777777" w:rsidR="0085747A" w:rsidRPr="009C54AE" w:rsidRDefault="001477F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D6B3E6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644F9D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3258F8" w14:textId="77777777" w:rsidR="0085747A" w:rsidRDefault="0071620A" w:rsidP="000C660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98BF916" w14:textId="77777777" w:rsidR="00B27FEA" w:rsidRPr="009C54AE" w:rsidRDefault="00B27FEA" w:rsidP="000C660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B27FEA" w:rsidRPr="009C54AE" w14:paraId="2F64F790" w14:textId="77777777" w:rsidTr="0071620A">
        <w:trPr>
          <w:trHeight w:val="397"/>
        </w:trPr>
        <w:tc>
          <w:tcPr>
            <w:tcW w:w="3544" w:type="dxa"/>
          </w:tcPr>
          <w:p w14:paraId="49DF9669" w14:textId="77777777" w:rsidR="00B27FEA" w:rsidRPr="009C54AE" w:rsidRDefault="00B27FEA" w:rsidP="00B27F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19A16AF" w14:textId="77777777" w:rsidR="00B27FEA" w:rsidRPr="00D04938" w:rsidRDefault="00B27FEA" w:rsidP="00B27FEA">
            <w:pPr>
              <w:rPr>
                <w:smallCaps/>
              </w:rPr>
            </w:pPr>
            <w:r w:rsidRPr="00D04938">
              <w:rPr>
                <w:smallCaps/>
              </w:rPr>
              <w:t>Nie dotyczy</w:t>
            </w:r>
          </w:p>
        </w:tc>
      </w:tr>
      <w:tr w:rsidR="00B27FEA" w:rsidRPr="009C54AE" w14:paraId="19474CB8" w14:textId="77777777" w:rsidTr="0071620A">
        <w:trPr>
          <w:trHeight w:val="397"/>
        </w:trPr>
        <w:tc>
          <w:tcPr>
            <w:tcW w:w="3544" w:type="dxa"/>
          </w:tcPr>
          <w:p w14:paraId="4F7A2DCC" w14:textId="77777777" w:rsidR="00B27FEA" w:rsidRPr="009C54AE" w:rsidRDefault="00B27FEA" w:rsidP="00B27F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D3BC6D3" w14:textId="77777777" w:rsidR="00B27FEA" w:rsidRPr="00D04938" w:rsidRDefault="00B27FEA" w:rsidP="00B27FEA">
            <w:pPr>
              <w:rPr>
                <w:smallCaps/>
              </w:rPr>
            </w:pPr>
            <w:r w:rsidRPr="00D04938">
              <w:rPr>
                <w:smallCaps/>
              </w:rPr>
              <w:t>Nie dotyczy</w:t>
            </w:r>
          </w:p>
        </w:tc>
      </w:tr>
    </w:tbl>
    <w:p w14:paraId="5F56EDEF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4F2C16B" w14:textId="77777777" w:rsidR="00960640" w:rsidRPr="009C54AE" w:rsidRDefault="00960640" w:rsidP="000C660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F2E650" w14:textId="77777777" w:rsidR="0067584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47A46A1" w14:textId="77777777" w:rsidR="00B27FEA" w:rsidRPr="009C54AE" w:rsidRDefault="00B27FE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31066283" w14:textId="77777777" w:rsidTr="000C660C">
        <w:trPr>
          <w:trHeight w:val="397"/>
        </w:trPr>
        <w:tc>
          <w:tcPr>
            <w:tcW w:w="9639" w:type="dxa"/>
          </w:tcPr>
          <w:p w14:paraId="11F477D7" w14:textId="77777777" w:rsidR="0085747A" w:rsidRDefault="0085747A" w:rsidP="00D049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AA63591" w14:textId="4DBAF721" w:rsidR="00690EF1" w:rsidRPr="00690EF1" w:rsidRDefault="00690EF1" w:rsidP="00D04938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Bienias S., Strzęboszewki P., Opałka E.</w:t>
            </w:r>
            <w:r w:rsidR="00D049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(2012).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Ewaluacja. Podręcznik dla pracowników administracji publicznej</w:t>
            </w:r>
            <w:r w:rsidR="00D049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Warszawa: 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Ministerstwo Rozwoju Regionalnego.</w:t>
            </w:r>
          </w:p>
          <w:p w14:paraId="37B37DC0" w14:textId="3083A884" w:rsidR="00D04938" w:rsidRDefault="00690EF1" w:rsidP="00D04938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Korporowicz L.</w:t>
            </w:r>
            <w:r w:rsidR="00D049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(2001).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Rozumienie ewaluacji w: J.</w:t>
            </w:r>
            <w:r w:rsidR="00D049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Ł. Grzelak, M. J. Sochocki ( red. )</w:t>
            </w:r>
            <w:r w:rsidR="00D049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Ewaluacja profilaktyki problemów dzieci i młodzieży, </w:t>
            </w:r>
            <w:r w:rsidR="00D049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Pracownia Profilaktyki Problemowej</w:t>
            </w:r>
            <w:r w:rsidR="00D049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5F292FF" w14:textId="08989AD6" w:rsidR="00690EF1" w:rsidRPr="00690EF1" w:rsidRDefault="00690EF1" w:rsidP="00D04938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Korporowicz L.</w:t>
            </w:r>
            <w:r w:rsidR="00D049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(1997).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Ewaluacja w edukacji, </w:t>
            </w:r>
            <w:r w:rsidR="00D049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Oficyna Naukowa</w:t>
            </w:r>
            <w:r w:rsidR="00D049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5FE0D11" w14:textId="1703D4DF" w:rsidR="00690EF1" w:rsidRPr="00690EF1" w:rsidRDefault="00690EF1" w:rsidP="00D04938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Olejniczak K.</w:t>
            </w:r>
            <w:r w:rsidR="00D049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(2008).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Mechanizmy wykorzystania ewaluacji. Studium ewaluacji średniookresowych INTERREG III,</w:t>
            </w:r>
            <w:r w:rsidR="00D049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Warszawa: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Wydawnictwo Naukowe SCHOLAR</w:t>
            </w:r>
            <w:r w:rsidR="00D049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4E480324" w14:textId="61433A5B" w:rsidR="00690EF1" w:rsidRPr="00690EF1" w:rsidRDefault="00690EF1" w:rsidP="00D04938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Olejniczak K. i in</w:t>
            </w:r>
            <w:r w:rsidR="00D049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(2012).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Realizacja badań ewaluacyjnych w świetle prawa zamówień publicznych, </w:t>
            </w:r>
            <w:r w:rsidR="004271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Ministerstwo Rozwoju Regionalnego</w:t>
            </w:r>
            <w:r w:rsidR="004271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BAD5E3C" w14:textId="6A7F05AB" w:rsidR="00690EF1" w:rsidRPr="00690EF1" w:rsidRDefault="00690EF1" w:rsidP="00D04938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Olejniczak K., Kozak M., Ledzion B. (red.)</w:t>
            </w:r>
            <w:r w:rsidR="004271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(2008).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Teoria i praktyka ewaluacji interwencji publicznych. Podręcznik akademicki, </w:t>
            </w:r>
            <w:r w:rsidR="004271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Wydawnictwa Akademickie i Profesjonalne</w:t>
            </w:r>
            <w:r w:rsidR="004271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0504FBB1" w14:textId="1795C4FB" w:rsidR="00690EF1" w:rsidRPr="00690EF1" w:rsidRDefault="00690EF1" w:rsidP="00D04938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Piróg K.</w:t>
            </w:r>
            <w:r w:rsidR="004271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(2017).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Ewaluacja jako wiedza w służbie wartości</w:t>
            </w:r>
            <w:r w:rsidR="004271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M. Zemło, A. Jabłoński, J. Szymczyk (red.), Wiedza a moralność</w:t>
            </w:r>
            <w:r w:rsidR="004271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Lublin</w:t>
            </w:r>
            <w:r w:rsidR="004271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  <w:r w:rsidR="004271DA" w:rsidRPr="004271DA">
              <w:rPr>
                <w:rFonts w:ascii="Lato" w:hAnsi="Lato"/>
                <w:b w:val="0"/>
                <w:smallCaps w:val="0"/>
                <w:color w:val="212121"/>
                <w:sz w:val="22"/>
                <w:shd w:val="clear" w:color="auto" w:fill="FFFFFF"/>
              </w:rPr>
              <w:t xml:space="preserve"> </w:t>
            </w:r>
            <w:r w:rsidR="004271DA" w:rsidRPr="004271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KUL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, s. 299-312.</w:t>
            </w:r>
          </w:p>
          <w:p w14:paraId="2B386B40" w14:textId="27277C1E" w:rsidR="004E5439" w:rsidRDefault="00690EF1" w:rsidP="00D04938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Polskie Towarzystwo Ewaluacyjne</w:t>
            </w:r>
            <w:r w:rsidR="004271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(2008).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Standardy ewaluacji, Warszawa</w:t>
            </w:r>
            <w:r w:rsidR="004271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Polskie Towarzystwo Ewaluacyjne.</w:t>
            </w:r>
          </w:p>
          <w:p w14:paraId="57CF1895" w14:textId="77777777" w:rsidR="00FE1256" w:rsidRDefault="00690EF1" w:rsidP="00D04938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Pylak K.</w:t>
            </w:r>
            <w:r w:rsidR="004271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(2009).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Podręcznik ewaluacji projektów infrastrukturalnych. Czy twój projekt przyniósł zamierzone korzyści? </w:t>
            </w:r>
            <w:r w:rsidR="004271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Ministerstwo Rozwoju Regionalnego</w:t>
            </w:r>
            <w:r w:rsidR="004271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E7747B3" w14:textId="36683BE9" w:rsidR="004271DA" w:rsidRPr="009C54AE" w:rsidRDefault="004271DA" w:rsidP="00D04938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5F1530E7" w14:textId="77777777" w:rsidTr="000C660C">
        <w:trPr>
          <w:trHeight w:val="397"/>
        </w:trPr>
        <w:tc>
          <w:tcPr>
            <w:tcW w:w="9639" w:type="dxa"/>
          </w:tcPr>
          <w:p w14:paraId="5CFE162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2A13C9E" w14:textId="77777777" w:rsidR="004271DA" w:rsidRDefault="00690EF1" w:rsidP="004271DA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21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Haber A. (red.)</w:t>
            </w:r>
            <w:r w:rsidR="004271DA" w:rsidRPr="00FF21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(2007). </w:t>
            </w:r>
            <w:r w:rsidRPr="00FF21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Ewaluacja ex-post. </w:t>
            </w:r>
            <w:r w:rsidRPr="009606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Teoria i praktyka badawcza, </w:t>
            </w:r>
            <w:r w:rsidR="004271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r w:rsidRPr="009606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Polska Agencja Rozwoju Przedsiębiorczości</w:t>
            </w:r>
            <w:r w:rsidR="004271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60F7B925" w14:textId="37FCEDAC" w:rsidR="00690EF1" w:rsidRPr="00960640" w:rsidRDefault="00690EF1" w:rsidP="004271DA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06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Krajowa Jednostka Oceny, Ewaluacja Narodowego Planu Rozwoju i Programów Operacyjnych w Polsce. Poradnik</w:t>
            </w:r>
            <w:r w:rsidR="004271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(2005).</w:t>
            </w:r>
            <w:r w:rsidRPr="009606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4271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r w:rsidRPr="009606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Ministerstwo Gospodarki i Pracy – Krajowa Jednostka Oceny</w:t>
            </w:r>
            <w:r w:rsidR="004271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A86B8C7" w14:textId="0554C236" w:rsidR="00960640" w:rsidRDefault="00690EF1" w:rsidP="004271DA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06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Mazur S. (red.)</w:t>
            </w:r>
            <w:r w:rsidR="004271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(2007).</w:t>
            </w:r>
            <w:r w:rsidRPr="009606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Ewaluacja funduszy strukturalnych – perspektywa regionalna, </w:t>
            </w:r>
            <w:r w:rsidR="004271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Kraków: </w:t>
            </w:r>
            <w:r w:rsidRPr="009606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Akademia Ekonomiczna w Krakowie – Małopolska Szkoła Adminis</w:t>
            </w:r>
            <w:r w:rsidR="009606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tracji Publicznej</w:t>
            </w:r>
            <w:r w:rsidR="004271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D6B7931" w14:textId="6ACBFCF0" w:rsidR="00FE1256" w:rsidRPr="00960640" w:rsidRDefault="00690EF1" w:rsidP="004271DA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06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Minister Rozwoju Regionalnego, Wytyczne nr 6 w zakresie ewaluacji programów operacyjnych na lata 2007-2013</w:t>
            </w:r>
            <w:r w:rsidR="004271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(2007).</w:t>
            </w:r>
            <w:r w:rsidRPr="009606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</w:t>
            </w:r>
            <w:r w:rsidR="004271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4B020188" w14:textId="77777777" w:rsidR="000C660C" w:rsidRDefault="000C660C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01A2AA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AA1F18" w14:textId="77777777" w:rsidR="00B52A15" w:rsidRDefault="00B52A15" w:rsidP="00C16ABF">
      <w:pPr>
        <w:spacing w:after="0" w:line="240" w:lineRule="auto"/>
      </w:pPr>
      <w:r>
        <w:separator/>
      </w:r>
    </w:p>
  </w:endnote>
  <w:endnote w:type="continuationSeparator" w:id="0">
    <w:p w14:paraId="73B75795" w14:textId="77777777" w:rsidR="00B52A15" w:rsidRDefault="00B52A1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5D0E78" w14:textId="77777777" w:rsidR="00B52A15" w:rsidRDefault="00B52A15" w:rsidP="00C16ABF">
      <w:pPr>
        <w:spacing w:after="0" w:line="240" w:lineRule="auto"/>
      </w:pPr>
      <w:r>
        <w:separator/>
      </w:r>
    </w:p>
  </w:footnote>
  <w:footnote w:type="continuationSeparator" w:id="0">
    <w:p w14:paraId="7F4498D4" w14:textId="77777777" w:rsidR="00B52A15" w:rsidRDefault="00B52A15" w:rsidP="00C16ABF">
      <w:pPr>
        <w:spacing w:after="0" w:line="240" w:lineRule="auto"/>
      </w:pPr>
      <w:r>
        <w:continuationSeparator/>
      </w:r>
    </w:p>
  </w:footnote>
  <w:footnote w:id="1">
    <w:p w14:paraId="1717F48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F360F"/>
    <w:multiLevelType w:val="hybridMultilevel"/>
    <w:tmpl w:val="221AB742"/>
    <w:lvl w:ilvl="0" w:tplc="8A4E4E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17065"/>
    <w:multiLevelType w:val="hybridMultilevel"/>
    <w:tmpl w:val="5E600D00"/>
    <w:lvl w:ilvl="0" w:tplc="8A4E4E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31198"/>
    <w:multiLevelType w:val="hybridMultilevel"/>
    <w:tmpl w:val="7FEA9B8A"/>
    <w:lvl w:ilvl="0" w:tplc="1584CDF4">
      <w:numFmt w:val="bullet"/>
      <w:lvlText w:val="•"/>
      <w:lvlJc w:val="left"/>
      <w:pPr>
        <w:ind w:left="1065" w:hanging="70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75682E"/>
    <w:multiLevelType w:val="hybridMultilevel"/>
    <w:tmpl w:val="CFD4A9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BEB436B"/>
    <w:multiLevelType w:val="hybridMultilevel"/>
    <w:tmpl w:val="44A8597E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6" w15:restartNumberingAfterBreak="0">
    <w:nsid w:val="20010A20"/>
    <w:multiLevelType w:val="hybridMultilevel"/>
    <w:tmpl w:val="62DC115E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025A75"/>
    <w:multiLevelType w:val="hybridMultilevel"/>
    <w:tmpl w:val="19D08C74"/>
    <w:lvl w:ilvl="0" w:tplc="1584CDF4">
      <w:numFmt w:val="bullet"/>
      <w:lvlText w:val="•"/>
      <w:lvlJc w:val="left"/>
      <w:pPr>
        <w:ind w:left="1425" w:hanging="70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5241D10"/>
    <w:multiLevelType w:val="hybridMultilevel"/>
    <w:tmpl w:val="41CA732E"/>
    <w:lvl w:ilvl="0" w:tplc="1584CDF4">
      <w:numFmt w:val="bullet"/>
      <w:lvlText w:val="•"/>
      <w:lvlJc w:val="left"/>
      <w:pPr>
        <w:ind w:left="1065" w:hanging="70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855E10"/>
    <w:multiLevelType w:val="hybridMultilevel"/>
    <w:tmpl w:val="9580F6B0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F57257"/>
    <w:multiLevelType w:val="hybridMultilevel"/>
    <w:tmpl w:val="0204C5E0"/>
    <w:lvl w:ilvl="0" w:tplc="1584CDF4">
      <w:numFmt w:val="bullet"/>
      <w:lvlText w:val="•"/>
      <w:lvlJc w:val="left"/>
      <w:pPr>
        <w:ind w:left="1065" w:hanging="70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607E7D"/>
    <w:multiLevelType w:val="hybridMultilevel"/>
    <w:tmpl w:val="966E7630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65107E"/>
    <w:multiLevelType w:val="hybridMultilevel"/>
    <w:tmpl w:val="C92E5FE6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C74BD4"/>
    <w:multiLevelType w:val="hybridMultilevel"/>
    <w:tmpl w:val="A2E0F7A8"/>
    <w:lvl w:ilvl="0" w:tplc="8A4E4E62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4" w15:restartNumberingAfterBreak="0">
    <w:nsid w:val="3CB07A84"/>
    <w:multiLevelType w:val="hybridMultilevel"/>
    <w:tmpl w:val="E3EEA57E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765E92"/>
    <w:multiLevelType w:val="hybridMultilevel"/>
    <w:tmpl w:val="B52C006C"/>
    <w:lvl w:ilvl="0" w:tplc="1584CDF4">
      <w:numFmt w:val="bullet"/>
      <w:lvlText w:val="•"/>
      <w:lvlJc w:val="left"/>
      <w:pPr>
        <w:ind w:left="1065" w:hanging="70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5A3AF8"/>
    <w:multiLevelType w:val="hybridMultilevel"/>
    <w:tmpl w:val="D6F411B8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D85AAF"/>
    <w:multiLevelType w:val="hybridMultilevel"/>
    <w:tmpl w:val="502CF734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6E467C"/>
    <w:multiLevelType w:val="hybridMultilevel"/>
    <w:tmpl w:val="888E5500"/>
    <w:lvl w:ilvl="0" w:tplc="8A4E4E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F3763B"/>
    <w:multiLevelType w:val="hybridMultilevel"/>
    <w:tmpl w:val="F2960CDE"/>
    <w:lvl w:ilvl="0" w:tplc="8A4E4E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2B5626"/>
    <w:multiLevelType w:val="hybridMultilevel"/>
    <w:tmpl w:val="695A3A2E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9066700">
    <w:abstractNumId w:val="4"/>
  </w:num>
  <w:num w:numId="2" w16cid:durableId="893857024">
    <w:abstractNumId w:val="1"/>
  </w:num>
  <w:num w:numId="3" w16cid:durableId="1626690447">
    <w:abstractNumId w:val="19"/>
  </w:num>
  <w:num w:numId="4" w16cid:durableId="567228232">
    <w:abstractNumId w:val="18"/>
  </w:num>
  <w:num w:numId="5" w16cid:durableId="622418991">
    <w:abstractNumId w:val="13"/>
  </w:num>
  <w:num w:numId="6" w16cid:durableId="1647393536">
    <w:abstractNumId w:val="5"/>
  </w:num>
  <w:num w:numId="7" w16cid:durableId="339236672">
    <w:abstractNumId w:val="20"/>
  </w:num>
  <w:num w:numId="8" w16cid:durableId="1768766078">
    <w:abstractNumId w:val="11"/>
  </w:num>
  <w:num w:numId="9" w16cid:durableId="2038582528">
    <w:abstractNumId w:val="9"/>
  </w:num>
  <w:num w:numId="10" w16cid:durableId="1218858591">
    <w:abstractNumId w:val="16"/>
  </w:num>
  <w:num w:numId="11" w16cid:durableId="17246086">
    <w:abstractNumId w:val="12"/>
  </w:num>
  <w:num w:numId="12" w16cid:durableId="921450439">
    <w:abstractNumId w:val="6"/>
  </w:num>
  <w:num w:numId="13" w16cid:durableId="474949471">
    <w:abstractNumId w:val="17"/>
  </w:num>
  <w:num w:numId="14" w16cid:durableId="149445867">
    <w:abstractNumId w:val="14"/>
  </w:num>
  <w:num w:numId="15" w16cid:durableId="1858806858">
    <w:abstractNumId w:val="0"/>
  </w:num>
  <w:num w:numId="16" w16cid:durableId="1454249284">
    <w:abstractNumId w:val="3"/>
  </w:num>
  <w:num w:numId="17" w16cid:durableId="946812181">
    <w:abstractNumId w:val="2"/>
  </w:num>
  <w:num w:numId="18" w16cid:durableId="1412846644">
    <w:abstractNumId w:val="8"/>
  </w:num>
  <w:num w:numId="19" w16cid:durableId="1688557751">
    <w:abstractNumId w:val="15"/>
  </w:num>
  <w:num w:numId="20" w16cid:durableId="1657222233">
    <w:abstractNumId w:val="10"/>
  </w:num>
  <w:num w:numId="21" w16cid:durableId="2016298148">
    <w:abstractNumId w:val="7"/>
  </w:num>
  <w:num w:numId="22" w16cid:durableId="16722173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1764"/>
    <w:rsid w:val="000404A6"/>
    <w:rsid w:val="00042A51"/>
    <w:rsid w:val="00042D2E"/>
    <w:rsid w:val="00044C82"/>
    <w:rsid w:val="00070ED6"/>
    <w:rsid w:val="00071CEC"/>
    <w:rsid w:val="000742DC"/>
    <w:rsid w:val="00084C12"/>
    <w:rsid w:val="0009375C"/>
    <w:rsid w:val="0009462C"/>
    <w:rsid w:val="00094B12"/>
    <w:rsid w:val="00094EF6"/>
    <w:rsid w:val="00096C46"/>
    <w:rsid w:val="000A296F"/>
    <w:rsid w:val="000A2A28"/>
    <w:rsid w:val="000A3CDF"/>
    <w:rsid w:val="000B192D"/>
    <w:rsid w:val="000B28EE"/>
    <w:rsid w:val="000B3E37"/>
    <w:rsid w:val="000C660C"/>
    <w:rsid w:val="000D04B0"/>
    <w:rsid w:val="000F1C57"/>
    <w:rsid w:val="000F5615"/>
    <w:rsid w:val="00124BFF"/>
    <w:rsid w:val="0012560E"/>
    <w:rsid w:val="00127108"/>
    <w:rsid w:val="00134B13"/>
    <w:rsid w:val="00146BC0"/>
    <w:rsid w:val="001477F1"/>
    <w:rsid w:val="00153C41"/>
    <w:rsid w:val="00154381"/>
    <w:rsid w:val="001640A7"/>
    <w:rsid w:val="00164FA7"/>
    <w:rsid w:val="00166A03"/>
    <w:rsid w:val="001718A7"/>
    <w:rsid w:val="001737CF"/>
    <w:rsid w:val="00176083"/>
    <w:rsid w:val="00186F20"/>
    <w:rsid w:val="00192C04"/>
    <w:rsid w:val="00192F37"/>
    <w:rsid w:val="001A70D2"/>
    <w:rsid w:val="001D657B"/>
    <w:rsid w:val="001D7B54"/>
    <w:rsid w:val="001E0209"/>
    <w:rsid w:val="001F2CA2"/>
    <w:rsid w:val="002144C0"/>
    <w:rsid w:val="002172F2"/>
    <w:rsid w:val="0022477D"/>
    <w:rsid w:val="002278A9"/>
    <w:rsid w:val="002336F9"/>
    <w:rsid w:val="0024028F"/>
    <w:rsid w:val="00244ABC"/>
    <w:rsid w:val="00281FF2"/>
    <w:rsid w:val="002857DE"/>
    <w:rsid w:val="00291567"/>
    <w:rsid w:val="0029397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3A95"/>
    <w:rsid w:val="00346FE9"/>
    <w:rsid w:val="0034759A"/>
    <w:rsid w:val="003503F6"/>
    <w:rsid w:val="003530DD"/>
    <w:rsid w:val="00363F78"/>
    <w:rsid w:val="00384CA5"/>
    <w:rsid w:val="003A0A5B"/>
    <w:rsid w:val="003A1176"/>
    <w:rsid w:val="003C0BAE"/>
    <w:rsid w:val="003C6DBB"/>
    <w:rsid w:val="003D18A9"/>
    <w:rsid w:val="003D6CE2"/>
    <w:rsid w:val="003E1941"/>
    <w:rsid w:val="003E2FE6"/>
    <w:rsid w:val="003E49D5"/>
    <w:rsid w:val="003E5CED"/>
    <w:rsid w:val="003F205D"/>
    <w:rsid w:val="003F38C0"/>
    <w:rsid w:val="00411360"/>
    <w:rsid w:val="00414E3C"/>
    <w:rsid w:val="0042244A"/>
    <w:rsid w:val="004271DA"/>
    <w:rsid w:val="0042745A"/>
    <w:rsid w:val="00431D5C"/>
    <w:rsid w:val="004362C6"/>
    <w:rsid w:val="00437FA2"/>
    <w:rsid w:val="00445970"/>
    <w:rsid w:val="00455355"/>
    <w:rsid w:val="00461EFC"/>
    <w:rsid w:val="004652C2"/>
    <w:rsid w:val="004706D1"/>
    <w:rsid w:val="00471326"/>
    <w:rsid w:val="0047598D"/>
    <w:rsid w:val="00476AD7"/>
    <w:rsid w:val="004840FD"/>
    <w:rsid w:val="00490F7D"/>
    <w:rsid w:val="00491678"/>
    <w:rsid w:val="00495B92"/>
    <w:rsid w:val="004968E2"/>
    <w:rsid w:val="004A3EEA"/>
    <w:rsid w:val="004A4D1F"/>
    <w:rsid w:val="004A6968"/>
    <w:rsid w:val="004D5282"/>
    <w:rsid w:val="004E5439"/>
    <w:rsid w:val="004F1551"/>
    <w:rsid w:val="004F55A3"/>
    <w:rsid w:val="0050496F"/>
    <w:rsid w:val="00513B6F"/>
    <w:rsid w:val="00517C63"/>
    <w:rsid w:val="005363C4"/>
    <w:rsid w:val="00536BDE"/>
    <w:rsid w:val="00543ACC"/>
    <w:rsid w:val="00561DB3"/>
    <w:rsid w:val="005624C0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0418D"/>
    <w:rsid w:val="0061029B"/>
    <w:rsid w:val="00614C77"/>
    <w:rsid w:val="00617230"/>
    <w:rsid w:val="00621CE1"/>
    <w:rsid w:val="00627FC9"/>
    <w:rsid w:val="0063131C"/>
    <w:rsid w:val="00647FA8"/>
    <w:rsid w:val="00650C5F"/>
    <w:rsid w:val="00654934"/>
    <w:rsid w:val="006620D9"/>
    <w:rsid w:val="00671958"/>
    <w:rsid w:val="00675843"/>
    <w:rsid w:val="00690EF1"/>
    <w:rsid w:val="00696477"/>
    <w:rsid w:val="006C1983"/>
    <w:rsid w:val="006D050F"/>
    <w:rsid w:val="006D6139"/>
    <w:rsid w:val="006E145F"/>
    <w:rsid w:val="006E4BD8"/>
    <w:rsid w:val="006E5D65"/>
    <w:rsid w:val="006F1282"/>
    <w:rsid w:val="006F1FBC"/>
    <w:rsid w:val="006F31E2"/>
    <w:rsid w:val="0070570B"/>
    <w:rsid w:val="00706544"/>
    <w:rsid w:val="007072BA"/>
    <w:rsid w:val="0071620A"/>
    <w:rsid w:val="00722BEF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2276"/>
    <w:rsid w:val="008552A2"/>
    <w:rsid w:val="0085747A"/>
    <w:rsid w:val="00884922"/>
    <w:rsid w:val="00885F64"/>
    <w:rsid w:val="008917F9"/>
    <w:rsid w:val="00895EDA"/>
    <w:rsid w:val="008A45F7"/>
    <w:rsid w:val="008A4DBB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0640"/>
    <w:rsid w:val="00997F14"/>
    <w:rsid w:val="009A78D9"/>
    <w:rsid w:val="009C3E31"/>
    <w:rsid w:val="009C54AE"/>
    <w:rsid w:val="009C788E"/>
    <w:rsid w:val="009D3F3B"/>
    <w:rsid w:val="009E0543"/>
    <w:rsid w:val="009E33AE"/>
    <w:rsid w:val="009E3B41"/>
    <w:rsid w:val="009F3C5C"/>
    <w:rsid w:val="009F4610"/>
    <w:rsid w:val="00A00ECC"/>
    <w:rsid w:val="00A07AC8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2EB4"/>
    <w:rsid w:val="00B06142"/>
    <w:rsid w:val="00B135B1"/>
    <w:rsid w:val="00B27FEA"/>
    <w:rsid w:val="00B3130B"/>
    <w:rsid w:val="00B40ADB"/>
    <w:rsid w:val="00B43B77"/>
    <w:rsid w:val="00B43E80"/>
    <w:rsid w:val="00B52A15"/>
    <w:rsid w:val="00B607DB"/>
    <w:rsid w:val="00B66529"/>
    <w:rsid w:val="00B75946"/>
    <w:rsid w:val="00B8056E"/>
    <w:rsid w:val="00B819C8"/>
    <w:rsid w:val="00B82308"/>
    <w:rsid w:val="00B87BCB"/>
    <w:rsid w:val="00B90885"/>
    <w:rsid w:val="00BB520A"/>
    <w:rsid w:val="00BD3869"/>
    <w:rsid w:val="00BD66E9"/>
    <w:rsid w:val="00BD6FF4"/>
    <w:rsid w:val="00BE298B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49ED"/>
    <w:rsid w:val="00C52B81"/>
    <w:rsid w:val="00C56036"/>
    <w:rsid w:val="00C61DC5"/>
    <w:rsid w:val="00C67E92"/>
    <w:rsid w:val="00C70A26"/>
    <w:rsid w:val="00C76597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04938"/>
    <w:rsid w:val="00D11164"/>
    <w:rsid w:val="00D12EA1"/>
    <w:rsid w:val="00D17C3C"/>
    <w:rsid w:val="00D23DBE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2B0D"/>
    <w:rsid w:val="00DE09C0"/>
    <w:rsid w:val="00DE4384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A6F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3AAD"/>
    <w:rsid w:val="00EE32DE"/>
    <w:rsid w:val="00EE5457"/>
    <w:rsid w:val="00F070AB"/>
    <w:rsid w:val="00F17567"/>
    <w:rsid w:val="00F17CB3"/>
    <w:rsid w:val="00F206AD"/>
    <w:rsid w:val="00F27A7B"/>
    <w:rsid w:val="00F526AF"/>
    <w:rsid w:val="00F617C3"/>
    <w:rsid w:val="00F7066B"/>
    <w:rsid w:val="00F74EDF"/>
    <w:rsid w:val="00F83B28"/>
    <w:rsid w:val="00F84F69"/>
    <w:rsid w:val="00F974DA"/>
    <w:rsid w:val="00FA46E5"/>
    <w:rsid w:val="00FB7DBA"/>
    <w:rsid w:val="00FC1C25"/>
    <w:rsid w:val="00FC3F45"/>
    <w:rsid w:val="00FD503F"/>
    <w:rsid w:val="00FD7589"/>
    <w:rsid w:val="00FE1256"/>
    <w:rsid w:val="00FE39B2"/>
    <w:rsid w:val="00FF016A"/>
    <w:rsid w:val="00FF1401"/>
    <w:rsid w:val="00FF213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58CA6"/>
  <w15:docId w15:val="{8AF24FF6-A924-49C8-AE6C-BF98C8D80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25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544D641-15E2-4BAB-B2BA-3C62C579D8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C0AE4D-2132-421F-B2C9-FD76D36F4B7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2D88CB9-84AE-4AE5-9568-B721D438FB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D6A8F42-EEB2-4C51-811C-E16FB458986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102</TotalTime>
  <Pages>5</Pages>
  <Words>1143</Words>
  <Characters>6863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Marek Motyka</cp:lastModifiedBy>
  <cp:revision>9</cp:revision>
  <cp:lastPrinted>2019-02-06T12:12:00Z</cp:lastPrinted>
  <dcterms:created xsi:type="dcterms:W3CDTF">2020-10-30T05:10:00Z</dcterms:created>
  <dcterms:modified xsi:type="dcterms:W3CDTF">2023-07-12T06:27:00Z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